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2B0A33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107</w:t>
          </w:r>
          <w:r w:rsidR="00E708C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lang w:val="de-CH"/>
            </w:rPr>
            <w:t>Lagerapport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vor rund Einer Stunde</w:t>
      </w:r>
      <w:r w:rsidR="00E708C4">
        <w:rPr>
          <w:rFonts w:ascii="Arial" w:hAnsi="Arial" w:cs="Arial"/>
          <w:lang w:val="de-CH"/>
        </w:rPr>
        <w:t xml:space="preserve"> einen </w:t>
      </w:r>
      <w:r>
        <w:rPr>
          <w:rFonts w:ascii="Arial" w:hAnsi="Arial" w:cs="Arial"/>
          <w:lang w:val="de-CH"/>
        </w:rPr>
        <w:t>Lagerapport</w:t>
      </w:r>
      <w:r w:rsidR="00E708C4">
        <w:rPr>
          <w:rFonts w:ascii="Arial" w:hAnsi="Arial" w:cs="Arial"/>
          <w:lang w:val="de-CH"/>
        </w:rPr>
        <w:t xml:space="preserve"> festgelegt der nun stattfinden soll. Gemäss beigefügter Traktandenliste</w:t>
      </w:r>
      <w:r>
        <w:rPr>
          <w:rFonts w:ascii="Arial" w:hAnsi="Arial" w:cs="Arial"/>
          <w:lang w:val="de-CH"/>
        </w:rPr>
        <w:t>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Ihr letztes Lagebild</w:t>
      </w:r>
      <w:r w:rsidR="00592552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>update haben Sie um 0900 erhalten.</w:t>
      </w:r>
    </w:p>
    <w:p w:rsidR="00DC5534" w:rsidRDefault="00DC5534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setzen beim Lagebild folgende Prioritäten: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Lage / Ereignis</w:t>
      </w:r>
    </w:p>
    <w:p w:rsidR="00DC5534" w:rsidRP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Gefahren Auswirkungen </w:t>
      </w:r>
      <w:r w:rsidRPr="00DC5534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</w:t>
      </w:r>
      <w:r w:rsidRPr="00DC5534">
        <w:rPr>
          <w:rFonts w:ascii="Arial" w:hAnsi="Arial" w:cs="Arial"/>
          <w:i/>
          <w:lang w:val="de-CH"/>
        </w:rPr>
        <w:t>Personenschäden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Einsätze, Aktionen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Umwelt</w:t>
      </w:r>
    </w:p>
    <w:p w:rsidR="00314193" w:rsidRDefault="00DC5534" w:rsidP="00314193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Probleme / </w:t>
      </w:r>
      <w:proofErr w:type="spellStart"/>
      <w:r>
        <w:rPr>
          <w:rFonts w:ascii="Arial" w:hAnsi="Arial" w:cs="Arial"/>
          <w:lang w:val="de-CH"/>
        </w:rPr>
        <w:t>Pendenzen</w:t>
      </w:r>
      <w:proofErr w:type="spellEnd"/>
    </w:p>
    <w:p w:rsidR="002B0A33" w:rsidRDefault="002B0A33" w:rsidP="002B0A33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setzten bei der Lagebeurteilung folgende Prioritäten:</w:t>
      </w:r>
    </w:p>
    <w:p w:rsid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Denkbare Entwicklungsmöglichkeiten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Wahrscheinlichste Variante</w:t>
      </w:r>
    </w:p>
    <w:p w:rsidR="002B0A33" w:rsidRDefault="002B0A33" w:rsidP="002B0A33">
      <w:pPr>
        <w:pStyle w:val="Listenabsatz"/>
        <w:numPr>
          <w:ilvl w:val="0"/>
          <w:numId w:val="25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Gefährlichste Variante</w:t>
      </w:r>
    </w:p>
    <w:p w:rsidR="002B0A33" w:rsidRPr="002B0A33" w:rsidRDefault="002B0A33" w:rsidP="002B0A33">
      <w:pPr>
        <w:pStyle w:val="Listenabsatz"/>
        <w:numPr>
          <w:ilvl w:val="0"/>
          <w:numId w:val="24"/>
        </w:numPr>
        <w:rPr>
          <w:rFonts w:ascii="Arial" w:hAnsi="Arial" w:cs="Arial"/>
          <w:lang w:val="de-CH"/>
        </w:rPr>
      </w:pPr>
      <w:r w:rsidRPr="002B0A33">
        <w:rPr>
          <w:rFonts w:ascii="Arial" w:hAnsi="Arial" w:cs="Arial"/>
          <w:lang w:val="de-CH"/>
        </w:rPr>
        <w:t>Konsequenzen die sich daraus entwickeln.</w:t>
      </w: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Ziel dieses Rapportes ist es </w:t>
      </w:r>
      <w:r w:rsidR="000F7A2D">
        <w:rPr>
          <w:rFonts w:ascii="Arial" w:hAnsi="Arial" w:cs="Arial"/>
          <w:lang w:val="de-CH"/>
        </w:rPr>
        <w:t>allen Stabsmitgliedern die aktuelle Lage näher zu bringen, Probleme festzustellen und Aufträge zur Erarbeitung von Lösungsmöglichkeiten zu erteilen.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0F7A2D" w:rsidRPr="00314193" w:rsidRDefault="000F7A2D" w:rsidP="000F7A2D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Lagebeurteilung</w:t>
      </w:r>
      <w:r w:rsidRPr="00314193">
        <w:rPr>
          <w:rFonts w:ascii="Arial" w:hAnsi="Arial" w:cs="Arial"/>
          <w:b/>
          <w:lang w:val="de-CH"/>
        </w:rPr>
        <w:t>:</w:t>
      </w:r>
    </w:p>
    <w:p w:rsidR="000F7A2D" w:rsidRDefault="000F7A2D" w:rsidP="000F7A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Problemerfassung: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Durch alle im Plenum. Folgende Teilprobleme sollten hervorkommen.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Stromversorgung, Wasserversorgung zusammengebrochen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Information der Bevölkerung </w:t>
      </w:r>
      <w:r w:rsidRPr="00314193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Ausfall Sendestation?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Massenanfall von Verletzten (MANV)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Überforderung der Mittel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Obdachlose Personen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Zerstörte Verkehrsachsen</w:t>
      </w:r>
    </w:p>
    <w:p w:rsidR="004E2738" w:rsidRDefault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DD3359" w:rsidRDefault="004E2738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Auftragserteilung</w:t>
      </w:r>
      <w:r w:rsidR="00314193" w:rsidRPr="00DD3359">
        <w:rPr>
          <w:rFonts w:ascii="Arial" w:hAnsi="Arial" w:cs="Arial"/>
          <w:b/>
          <w:lang w:val="de-CH"/>
        </w:rPr>
        <w:t>:</w:t>
      </w:r>
    </w:p>
    <w:p w:rsidR="00314193" w:rsidRDefault="004E2738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C Sanität erstellt Konzepte zum effizienten Einsatz der noch vorhandenen Sanitätsmittel mit Schwergewichtsbildung der Mittel. Präsentation in </w:t>
      </w:r>
      <w:r w:rsidR="00174D44">
        <w:rPr>
          <w:rFonts w:ascii="Arial" w:hAnsi="Arial" w:cs="Arial"/>
          <w:lang w:val="de-CH"/>
        </w:rPr>
        <w:t>einer</w:t>
      </w:r>
      <w:r w:rsidR="00D76210">
        <w:rPr>
          <w:rFonts w:ascii="Arial" w:hAnsi="Arial" w:cs="Arial"/>
          <w:lang w:val="de-CH"/>
        </w:rPr>
        <w:t xml:space="preserve"> Stunde</w:t>
      </w:r>
      <w:r>
        <w:rPr>
          <w:rFonts w:ascii="Arial" w:hAnsi="Arial" w:cs="Arial"/>
          <w:lang w:val="de-CH"/>
        </w:rPr>
        <w:t>.</w:t>
      </w:r>
    </w:p>
    <w:p w:rsidR="00314193" w:rsidRDefault="004E2738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C technische Betriebe erstellt Übersicht der Ausfälle der Infrastruktur und erarbeitet Konzept zu deren Lösung. Präsentation in </w:t>
      </w:r>
      <w:r w:rsidR="00174D44">
        <w:rPr>
          <w:rFonts w:ascii="Arial" w:hAnsi="Arial" w:cs="Arial"/>
          <w:lang w:val="de-CH"/>
        </w:rPr>
        <w:t>einer</w:t>
      </w:r>
      <w:r w:rsidR="00D76210">
        <w:rPr>
          <w:rFonts w:ascii="Arial" w:hAnsi="Arial" w:cs="Arial"/>
          <w:lang w:val="de-CH"/>
        </w:rPr>
        <w:t xml:space="preserve"> Stunde</w:t>
      </w:r>
      <w:r>
        <w:rPr>
          <w:rFonts w:ascii="Arial" w:hAnsi="Arial" w:cs="Arial"/>
          <w:lang w:val="de-CH"/>
        </w:rPr>
        <w:t>.</w:t>
      </w:r>
    </w:p>
    <w:p w:rsidR="00314193" w:rsidRDefault="004E2738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C Lage unterstützt die Fachbereiche mit Manpower</w:t>
      </w:r>
      <w:r w:rsidR="00FE4223">
        <w:rPr>
          <w:rFonts w:ascii="Arial" w:hAnsi="Arial" w:cs="Arial"/>
          <w:lang w:val="de-CH"/>
        </w:rPr>
        <w:t xml:space="preserve"> und hält sich bereit am nächsten Rapport ein kurzes Lagebild zu präsentieren.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Umfrage / Nächster Rapport</w:t>
      </w:r>
    </w:p>
    <w:p w:rsidR="00DD3359" w:rsidRPr="00DD3359" w:rsidRDefault="004E2738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In rund </w:t>
      </w:r>
      <w:r w:rsidR="00D76210">
        <w:rPr>
          <w:rFonts w:ascii="Arial" w:hAnsi="Arial" w:cs="Arial"/>
          <w:lang w:val="de-CH"/>
        </w:rPr>
        <w:t>einer Stunde</w:t>
      </w:r>
      <w:r>
        <w:rPr>
          <w:rFonts w:ascii="Arial" w:hAnsi="Arial" w:cs="Arial"/>
          <w:lang w:val="de-CH"/>
        </w:rPr>
        <w:t>.</w:t>
      </w:r>
    </w:p>
    <w:p w:rsidR="00314193" w:rsidRDefault="004E2738" w:rsidP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</w:p>
    <w:p w:rsidR="004C1CD3" w:rsidRPr="004C1CD3" w:rsidRDefault="004C1CD3" w:rsidP="004C1CD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b/>
          <w:sz w:val="52"/>
          <w:szCs w:val="52"/>
        </w:rPr>
        <w:t>Lagerapport</w:t>
      </w:r>
      <w:r w:rsidRPr="004C1CD3">
        <w:rPr>
          <w:rFonts w:ascii="Arial" w:eastAsia="Times New Roman" w:hAnsi="Arial" w:cs="Arial"/>
          <w:b/>
          <w:sz w:val="52"/>
          <w:szCs w:val="52"/>
        </w:rPr>
        <w:br/>
      </w:r>
      <w:r w:rsidRPr="004C1CD3">
        <w:rPr>
          <w:rFonts w:ascii="Arial" w:eastAsia="Times New Roman" w:hAnsi="Arial" w:cs="Arial"/>
          <w:b/>
          <w:sz w:val="32"/>
          <w:szCs w:val="3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ab/>
      </w:r>
    </w:p>
    <w:p w:rsidR="004C1CD3" w:rsidRPr="004C1CD3" w:rsidRDefault="004C1CD3" w:rsidP="004C1CD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sz w:val="32"/>
          <w:szCs w:val="32"/>
        </w:rPr>
        <w:t xml:space="preserve">Ereignis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 xml:space="preserve">Datum / Zeit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4C1CD3" w:rsidRPr="004C1CD3" w:rsidTr="002E1981">
        <w:trPr>
          <w:trHeight w:hRule="exact" w:val="794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Zeit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/Zweck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Lagebild 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Lagebeurteilung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Problemerfassung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4C1CD3">
              <w:rPr>
                <w:rFonts w:ascii="Arial" w:hAnsi="Arial" w:cs="Arial"/>
                <w:sz w:val="28"/>
                <w:szCs w:val="28"/>
              </w:rPr>
              <w:t>Auftragserteilung Konzept Erarbeitung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Umfrage / nächster Rapport 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</w:t>
            </w:r>
          </w:p>
        </w:tc>
      </w:tr>
    </w:tbl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1F5889" w:rsidRPr="005D2F13" w:rsidRDefault="001F5889" w:rsidP="000F7A2D">
      <w:pPr>
        <w:spacing w:after="200" w:line="276" w:lineRule="auto"/>
        <w:rPr>
          <w:rFonts w:ascii="Arial" w:hAnsi="Arial" w:cs="Arial"/>
          <w:lang w:val="de-CH"/>
        </w:rPr>
      </w:pPr>
    </w:p>
    <w:sectPr w:rsidR="001F5889" w:rsidRPr="005D2F1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3A8" w:rsidRDefault="002C53A8">
      <w:pPr>
        <w:spacing w:after="0" w:line="240" w:lineRule="auto"/>
      </w:pPr>
      <w:r>
        <w:separator/>
      </w:r>
    </w:p>
  </w:endnote>
  <w:endnote w:type="continuationSeparator" w:id="0">
    <w:p w:rsidR="002C53A8" w:rsidRDefault="002C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</w:t>
    </w:r>
    <w:proofErr w:type="spellStart"/>
    <w:r w:rsidRPr="00730B37">
      <w:rPr>
        <w:szCs w:val="18"/>
      </w:rPr>
      <w:t>ChA</w:t>
    </w:r>
    <w:proofErr w:type="spellEnd"/>
    <w:r w:rsidRPr="00730B37">
      <w:rPr>
        <w:szCs w:val="18"/>
      </w:rPr>
      <w:t>/</w:t>
    </w:r>
    <w:proofErr w:type="spellStart"/>
    <w:r>
      <w:rPr>
        <w:szCs w:val="18"/>
      </w:rPr>
      <w:t>pwi</w:t>
    </w:r>
    <w:proofErr w:type="spellEnd"/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456B83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456B83" w:rsidRPr="00730B37">
      <w:rPr>
        <w:szCs w:val="18"/>
      </w:rPr>
      <w:fldChar w:fldCharType="separate"/>
    </w:r>
    <w:r w:rsidR="00FE4223">
      <w:rPr>
        <w:noProof/>
        <w:szCs w:val="18"/>
      </w:rPr>
      <w:t>1</w:t>
    </w:r>
    <w:r w:rsidR="00456B83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3A8" w:rsidRDefault="002C53A8">
      <w:pPr>
        <w:spacing w:after="0" w:line="240" w:lineRule="auto"/>
      </w:pPr>
      <w:r>
        <w:separator/>
      </w:r>
    </w:p>
  </w:footnote>
  <w:footnote w:type="continuationSeparator" w:id="0">
    <w:p w:rsidR="002C53A8" w:rsidRDefault="002C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456B83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B0A33">
          <w:rPr>
            <w:szCs w:val="20"/>
            <w:lang w:val="de-CH"/>
          </w:rPr>
          <w:t xml:space="preserve">107 Lagerapport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456B83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B0A33">
          <w:rPr>
            <w:b w:val="0"/>
            <w:szCs w:val="20"/>
            <w:lang w:val="de-CH"/>
          </w:rPr>
          <w:t xml:space="preserve">107 Lagerapport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0F7A2D"/>
    <w:rsid w:val="00110E6F"/>
    <w:rsid w:val="00130767"/>
    <w:rsid w:val="00132614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453FAA"/>
    <w:rsid w:val="00456B83"/>
    <w:rsid w:val="004B65AF"/>
    <w:rsid w:val="004C1CD3"/>
    <w:rsid w:val="004C3587"/>
    <w:rsid w:val="004C5B57"/>
    <w:rsid w:val="004D3346"/>
    <w:rsid w:val="004D6DF8"/>
    <w:rsid w:val="004E2738"/>
    <w:rsid w:val="00592552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857F1"/>
    <w:rsid w:val="009A411C"/>
    <w:rsid w:val="009D750B"/>
    <w:rsid w:val="009F6AA3"/>
    <w:rsid w:val="00A2694D"/>
    <w:rsid w:val="00A43D33"/>
    <w:rsid w:val="00A461E1"/>
    <w:rsid w:val="00A51BB7"/>
    <w:rsid w:val="00AC3F1B"/>
    <w:rsid w:val="00B422CA"/>
    <w:rsid w:val="00B65BD7"/>
    <w:rsid w:val="00B875F2"/>
    <w:rsid w:val="00BC625D"/>
    <w:rsid w:val="00C2493E"/>
    <w:rsid w:val="00C7712F"/>
    <w:rsid w:val="00CF263F"/>
    <w:rsid w:val="00CF4950"/>
    <w:rsid w:val="00D4000B"/>
    <w:rsid w:val="00D70B16"/>
    <w:rsid w:val="00D76210"/>
    <w:rsid w:val="00DC5534"/>
    <w:rsid w:val="00DD3359"/>
    <w:rsid w:val="00E049C6"/>
    <w:rsid w:val="00E24702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  <w:rsid w:val="00F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3</Pages>
  <Words>270</Words>
  <Characters>1706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033 Orientierungsrapport  </vt:lpstr>
      <vt:lpstr/>
      <vt:lpstr>    Heading 2|two</vt:lpstr>
      <vt:lpstr>        Heading 3|three</vt:lpstr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107 Lagerapport  </dc:title>
  <dc:subject>Übungseinführung</dc:subject>
  <dc:creator>inst</dc:creator>
  <cp:lastModifiedBy>inst</cp:lastModifiedBy>
  <cp:revision>20</cp:revision>
  <cp:lastPrinted>2011-03-09T07:06:00Z</cp:lastPrinted>
  <dcterms:created xsi:type="dcterms:W3CDTF">2011-03-03T19:14:00Z</dcterms:created>
  <dcterms:modified xsi:type="dcterms:W3CDTF">2011-03-09T07:06:00Z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